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bottom w:val="thinThickSmallGap" w:sz="24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9570"/>
      </w:tblGrid>
      <w:tr w:rsidR="0096622C" w:rsidRPr="00F502AF" w:rsidTr="00033A8D">
        <w:trPr>
          <w:trHeight w:val="1393"/>
        </w:trPr>
        <w:tc>
          <w:tcPr>
            <w:tcW w:w="9570" w:type="dxa"/>
            <w:tcBorders>
              <w:bottom w:val="thinThickSmallGap" w:sz="24" w:space="0" w:color="auto"/>
            </w:tcBorders>
          </w:tcPr>
          <w:p w:rsidR="0096622C" w:rsidRPr="00F502AF" w:rsidRDefault="0096622C" w:rsidP="00033A8D">
            <w:pPr>
              <w:jc w:val="center"/>
              <w:rPr>
                <w:b/>
                <w:bCs/>
                <w:szCs w:val="28"/>
              </w:rPr>
            </w:pPr>
            <w:r w:rsidRPr="00F502AF">
              <w:rPr>
                <w:b/>
                <w:bCs/>
                <w:szCs w:val="28"/>
              </w:rPr>
              <w:t xml:space="preserve">ТЕРРИТОРИАЛЬНАЯ ИЗБИРАТЕЛЬНАЯ КОМИССИЯ </w:t>
            </w:r>
          </w:p>
          <w:p w:rsidR="0096622C" w:rsidRDefault="0096622C" w:rsidP="00774E9A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К</w:t>
            </w:r>
            <w:r w:rsidR="00774E9A">
              <w:rPr>
                <w:b/>
                <w:bCs/>
                <w:szCs w:val="28"/>
              </w:rPr>
              <w:t>УЕДИНСКОГО МУНИЦИПАЛЬНОГО ОКРУГА</w:t>
            </w:r>
          </w:p>
          <w:p w:rsidR="0096622C" w:rsidRDefault="0096622C" w:rsidP="00033A8D">
            <w:pPr>
              <w:jc w:val="center"/>
              <w:rPr>
                <w:b/>
                <w:bCs/>
                <w:szCs w:val="28"/>
              </w:rPr>
            </w:pPr>
          </w:p>
          <w:p w:rsidR="0096622C" w:rsidRPr="00F502AF" w:rsidRDefault="0096622C" w:rsidP="00033A8D">
            <w:pPr>
              <w:jc w:val="center"/>
              <w:rPr>
                <w:b/>
                <w:bCs/>
                <w:szCs w:val="28"/>
              </w:rPr>
            </w:pPr>
            <w:r w:rsidRPr="00F502AF">
              <w:rPr>
                <w:b/>
                <w:bCs/>
                <w:szCs w:val="28"/>
              </w:rPr>
              <w:t xml:space="preserve">Р Е </w:t>
            </w:r>
            <w:proofErr w:type="gramStart"/>
            <w:r w:rsidRPr="00F502AF">
              <w:rPr>
                <w:b/>
                <w:bCs/>
                <w:szCs w:val="28"/>
              </w:rPr>
              <w:t>Ш</w:t>
            </w:r>
            <w:proofErr w:type="gramEnd"/>
            <w:r w:rsidRPr="00F502AF">
              <w:rPr>
                <w:b/>
                <w:bCs/>
                <w:szCs w:val="28"/>
              </w:rPr>
              <w:t xml:space="preserve"> Е Н И Е</w:t>
            </w:r>
          </w:p>
          <w:p w:rsidR="0096622C" w:rsidRPr="00F502AF" w:rsidRDefault="0096622C" w:rsidP="00033A8D">
            <w:pPr>
              <w:jc w:val="center"/>
              <w:rPr>
                <w:b/>
                <w:bCs/>
                <w:szCs w:val="28"/>
              </w:rPr>
            </w:pPr>
          </w:p>
        </w:tc>
      </w:tr>
    </w:tbl>
    <w:p w:rsidR="0096622C" w:rsidRPr="00F502AF" w:rsidRDefault="0096622C" w:rsidP="00040712">
      <w:pPr>
        <w:jc w:val="both"/>
        <w:rPr>
          <w:szCs w:val="28"/>
        </w:rPr>
      </w:pPr>
    </w:p>
    <w:tbl>
      <w:tblPr>
        <w:tblW w:w="9714" w:type="dxa"/>
        <w:tblLook w:val="01E0"/>
      </w:tblPr>
      <w:tblGrid>
        <w:gridCol w:w="3652"/>
        <w:gridCol w:w="2552"/>
        <w:gridCol w:w="3510"/>
      </w:tblGrid>
      <w:tr w:rsidR="0096622C" w:rsidRPr="00F502AF" w:rsidTr="00033A8D">
        <w:tc>
          <w:tcPr>
            <w:tcW w:w="3652" w:type="dxa"/>
          </w:tcPr>
          <w:p w:rsidR="0096622C" w:rsidRPr="00F502AF" w:rsidRDefault="001829CA" w:rsidP="00585F10">
            <w:pPr>
              <w:rPr>
                <w:szCs w:val="28"/>
              </w:rPr>
            </w:pPr>
            <w:r>
              <w:rPr>
                <w:szCs w:val="28"/>
              </w:rPr>
              <w:t>27</w:t>
            </w:r>
            <w:r w:rsidR="00352C4F">
              <w:rPr>
                <w:szCs w:val="28"/>
              </w:rPr>
              <w:t>.01</w:t>
            </w:r>
            <w:r w:rsidR="0096622C" w:rsidRPr="00F502AF">
              <w:rPr>
                <w:szCs w:val="28"/>
              </w:rPr>
              <w:t>.20</w:t>
            </w:r>
            <w:r w:rsidR="00774E9A">
              <w:rPr>
                <w:szCs w:val="28"/>
              </w:rPr>
              <w:t>2</w:t>
            </w:r>
            <w:r w:rsidR="00352C4F">
              <w:rPr>
                <w:szCs w:val="28"/>
              </w:rPr>
              <w:t>1</w:t>
            </w:r>
          </w:p>
        </w:tc>
        <w:tc>
          <w:tcPr>
            <w:tcW w:w="2552" w:type="dxa"/>
          </w:tcPr>
          <w:p w:rsidR="0096622C" w:rsidRPr="00F502AF" w:rsidRDefault="0096622C" w:rsidP="00033A8D">
            <w:pPr>
              <w:tabs>
                <w:tab w:val="left" w:pos="207"/>
              </w:tabs>
              <w:jc w:val="center"/>
              <w:rPr>
                <w:szCs w:val="28"/>
              </w:rPr>
            </w:pPr>
          </w:p>
        </w:tc>
        <w:tc>
          <w:tcPr>
            <w:tcW w:w="3510" w:type="dxa"/>
          </w:tcPr>
          <w:p w:rsidR="0096622C" w:rsidRPr="00F502AF" w:rsidRDefault="0096622C" w:rsidP="009E27DB">
            <w:pPr>
              <w:tabs>
                <w:tab w:val="left" w:pos="207"/>
              </w:tabs>
              <w:jc w:val="right"/>
              <w:rPr>
                <w:szCs w:val="28"/>
              </w:rPr>
            </w:pPr>
            <w:r w:rsidRPr="00F502AF">
              <w:rPr>
                <w:szCs w:val="28"/>
              </w:rPr>
              <w:t xml:space="preserve">№ </w:t>
            </w:r>
            <w:r w:rsidR="001829CA">
              <w:rPr>
                <w:szCs w:val="28"/>
              </w:rPr>
              <w:t>118</w:t>
            </w:r>
            <w:r w:rsidRPr="00F502AF">
              <w:rPr>
                <w:szCs w:val="28"/>
              </w:rPr>
              <w:t>/0</w:t>
            </w:r>
            <w:r w:rsidR="00894E48">
              <w:rPr>
                <w:szCs w:val="28"/>
              </w:rPr>
              <w:t>2</w:t>
            </w:r>
            <w:r w:rsidRPr="00F502AF">
              <w:rPr>
                <w:szCs w:val="28"/>
              </w:rPr>
              <w:t>-4</w:t>
            </w:r>
          </w:p>
        </w:tc>
      </w:tr>
      <w:tr w:rsidR="0096622C" w:rsidRPr="00F502AF" w:rsidTr="00033A8D">
        <w:tc>
          <w:tcPr>
            <w:tcW w:w="3652" w:type="dxa"/>
          </w:tcPr>
          <w:p w:rsidR="0096622C" w:rsidRPr="00F502AF" w:rsidRDefault="0096622C" w:rsidP="00033A8D">
            <w:pPr>
              <w:rPr>
                <w:szCs w:val="28"/>
              </w:rPr>
            </w:pPr>
          </w:p>
        </w:tc>
        <w:tc>
          <w:tcPr>
            <w:tcW w:w="2552" w:type="dxa"/>
          </w:tcPr>
          <w:p w:rsidR="0096622C" w:rsidRPr="00F502AF" w:rsidRDefault="0096622C" w:rsidP="00033A8D">
            <w:pPr>
              <w:tabs>
                <w:tab w:val="left" w:pos="207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п. Куеда </w:t>
            </w:r>
          </w:p>
        </w:tc>
        <w:tc>
          <w:tcPr>
            <w:tcW w:w="3510" w:type="dxa"/>
          </w:tcPr>
          <w:p w:rsidR="0096622C" w:rsidRPr="00F502AF" w:rsidRDefault="0096622C" w:rsidP="00033A8D">
            <w:pPr>
              <w:tabs>
                <w:tab w:val="left" w:pos="207"/>
              </w:tabs>
              <w:jc w:val="both"/>
              <w:rPr>
                <w:szCs w:val="28"/>
              </w:rPr>
            </w:pPr>
          </w:p>
        </w:tc>
      </w:tr>
    </w:tbl>
    <w:p w:rsidR="0096622C" w:rsidRPr="00F502AF" w:rsidRDefault="00303E4B" w:rsidP="00040712">
      <w:pPr>
        <w:tabs>
          <w:tab w:val="left" w:pos="1778"/>
          <w:tab w:val="left" w:pos="2775"/>
        </w:tabs>
        <w:spacing w:before="480"/>
        <w:jc w:val="both"/>
        <w:rPr>
          <w:b/>
          <w:szCs w:val="28"/>
        </w:rPr>
      </w:pPr>
      <w:r w:rsidRPr="00303E4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88.65pt;margin-top:197.25pt;width:261.6pt;height:70.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1FjrQIAAKo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" filled="f" stroked="f">
            <v:textbox inset="0,0,0,0">
              <w:txbxContent>
                <w:p w:rsidR="0096622C" w:rsidRPr="00352C4F" w:rsidRDefault="001829CA" w:rsidP="000A4501">
                  <w:pPr>
                    <w:spacing w:line="240" w:lineRule="exact"/>
                    <w:jc w:val="both"/>
                    <w:rPr>
                      <w:b/>
                      <w:szCs w:val="22"/>
                    </w:rPr>
                  </w:pPr>
                  <w:bookmarkStart w:id="0" w:name="doc_mnth"/>
                  <w:bookmarkEnd w:id="0"/>
                  <w:r w:rsidRPr="00352C4F">
                    <w:rPr>
                      <w:b/>
                    </w:rPr>
                    <w:t xml:space="preserve">Об утверждении сводного плана обучения </w:t>
                  </w:r>
                  <w:r w:rsidR="00894E48">
                    <w:rPr>
                      <w:b/>
                    </w:rPr>
                    <w:t xml:space="preserve">членов </w:t>
                  </w:r>
                  <w:proofErr w:type="gramStart"/>
                  <w:r w:rsidR="00894E48">
                    <w:rPr>
                      <w:b/>
                    </w:rPr>
                    <w:t>территориальной</w:t>
                  </w:r>
                  <w:proofErr w:type="gramEnd"/>
                  <w:r w:rsidR="00894E48">
                    <w:rPr>
                      <w:b/>
                    </w:rPr>
                    <w:t xml:space="preserve"> избирательной комиссии</w:t>
                  </w:r>
                  <w:r w:rsidR="00352C4F">
                    <w:rPr>
                      <w:b/>
                    </w:rPr>
                    <w:t xml:space="preserve"> Куединского муниципального</w:t>
                  </w:r>
                  <w:r w:rsidRPr="00352C4F">
                    <w:rPr>
                      <w:b/>
                    </w:rPr>
                    <w:t xml:space="preserve"> округа с правом решающего голоса на 2021 год</w:t>
                  </w:r>
                </w:p>
              </w:txbxContent>
            </v:textbox>
            <w10:wrap anchorx="page" anchory="page"/>
          </v:shape>
        </w:pict>
      </w:r>
    </w:p>
    <w:p w:rsidR="0096622C" w:rsidRDefault="0096622C" w:rsidP="00A8043E">
      <w:pPr>
        <w:spacing w:line="240" w:lineRule="exact"/>
        <w:jc w:val="both"/>
        <w:rPr>
          <w:spacing w:val="2"/>
          <w:szCs w:val="28"/>
        </w:rPr>
      </w:pPr>
    </w:p>
    <w:p w:rsidR="0096622C" w:rsidRDefault="0096622C" w:rsidP="00971AF2">
      <w:pPr>
        <w:spacing w:line="360" w:lineRule="auto"/>
        <w:jc w:val="both"/>
        <w:rPr>
          <w:spacing w:val="2"/>
          <w:szCs w:val="28"/>
        </w:rPr>
      </w:pPr>
    </w:p>
    <w:p w:rsidR="00C35C95" w:rsidRDefault="0096622C" w:rsidP="0071717F">
      <w:pPr>
        <w:spacing w:line="360" w:lineRule="auto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            </w:t>
      </w:r>
    </w:p>
    <w:p w:rsidR="0096622C" w:rsidRPr="00474596" w:rsidRDefault="00C35C95" w:rsidP="00C35C95">
      <w:pPr>
        <w:spacing w:line="360" w:lineRule="auto"/>
        <w:jc w:val="both"/>
        <w:rPr>
          <w:spacing w:val="2"/>
          <w:szCs w:val="28"/>
        </w:rPr>
      </w:pPr>
      <w:r>
        <w:rPr>
          <w:spacing w:val="2"/>
          <w:szCs w:val="28"/>
        </w:rPr>
        <w:t xml:space="preserve">        </w:t>
      </w:r>
      <w:r w:rsidR="001829CA">
        <w:t xml:space="preserve">Руководствуясь Перечнем мероприятий по обучению организаторов выборов и иных участников избирательного процесса в Пермском крае на 2021 год, </w:t>
      </w:r>
      <w:proofErr w:type="gramStart"/>
      <w:r w:rsidR="001829CA">
        <w:t>утвержденном</w:t>
      </w:r>
      <w:proofErr w:type="gramEnd"/>
      <w:r w:rsidR="001829CA">
        <w:t xml:space="preserve"> постановлением избирательной комиссии Пермского края от 21.01.2021 № 149/02-3</w:t>
      </w:r>
      <w:r>
        <w:t xml:space="preserve">, </w:t>
      </w:r>
    </w:p>
    <w:p w:rsidR="0096622C" w:rsidRDefault="0096622C" w:rsidP="0071717F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B3330D">
        <w:rPr>
          <w:szCs w:val="28"/>
        </w:rPr>
        <w:t xml:space="preserve">                 </w:t>
      </w:r>
      <w:r>
        <w:rPr>
          <w:szCs w:val="28"/>
        </w:rPr>
        <w:t xml:space="preserve">                           </w:t>
      </w:r>
      <w:r w:rsidRPr="00B3330D">
        <w:rPr>
          <w:szCs w:val="28"/>
        </w:rPr>
        <w:t xml:space="preserve"> </w:t>
      </w:r>
      <w:r>
        <w:rPr>
          <w:szCs w:val="28"/>
        </w:rPr>
        <w:t xml:space="preserve">комиссия </w:t>
      </w:r>
      <w:proofErr w:type="spellStart"/>
      <w:proofErr w:type="gramStart"/>
      <w:r w:rsidRPr="00B3330D">
        <w:rPr>
          <w:szCs w:val="28"/>
        </w:rPr>
        <w:t>р</w:t>
      </w:r>
      <w:proofErr w:type="spellEnd"/>
      <w:proofErr w:type="gramEnd"/>
      <w:r w:rsidRPr="00B3330D">
        <w:rPr>
          <w:szCs w:val="28"/>
        </w:rPr>
        <w:t xml:space="preserve"> е </w:t>
      </w:r>
      <w:proofErr w:type="spellStart"/>
      <w:r w:rsidRPr="00B3330D">
        <w:rPr>
          <w:szCs w:val="28"/>
        </w:rPr>
        <w:t>ш</w:t>
      </w:r>
      <w:proofErr w:type="spellEnd"/>
      <w:r w:rsidRPr="00B3330D">
        <w:rPr>
          <w:szCs w:val="28"/>
        </w:rPr>
        <w:t xml:space="preserve"> а е т</w:t>
      </w:r>
      <w:r>
        <w:rPr>
          <w:szCs w:val="28"/>
        </w:rPr>
        <w:t>:</w:t>
      </w:r>
    </w:p>
    <w:p w:rsidR="00C35C95" w:rsidRPr="00FF559C" w:rsidRDefault="00C35C95" w:rsidP="0071717F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:rsidR="00352C4F" w:rsidRDefault="00352C4F" w:rsidP="00C35C95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</w:pPr>
      <w:r>
        <w:t>1. Утвердить сводный план обучения ч</w:t>
      </w:r>
      <w:r w:rsidR="00894E48">
        <w:t xml:space="preserve">ленов </w:t>
      </w:r>
      <w:proofErr w:type="gramStart"/>
      <w:r w:rsidR="00894E48">
        <w:t>территориальной</w:t>
      </w:r>
      <w:proofErr w:type="gramEnd"/>
      <w:r w:rsidR="00894E48">
        <w:t xml:space="preserve"> избирательной комиссии Куединского муниципального </w:t>
      </w:r>
      <w:r>
        <w:t xml:space="preserve">округа с правом решающего голоса на 2021 год (прилагается). </w:t>
      </w:r>
    </w:p>
    <w:p w:rsidR="00352C4F" w:rsidRDefault="00352C4F" w:rsidP="00352C4F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решение на Едином портале избирательных комиссий Пермского края в информационно-телекоммуникационной сети «Интернет». </w:t>
      </w:r>
    </w:p>
    <w:p w:rsidR="0096622C" w:rsidRPr="00C35C95" w:rsidRDefault="00352C4F" w:rsidP="00352C4F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>
        <w:t xml:space="preserve">3. </w:t>
      </w:r>
      <w:r w:rsidR="0096622C" w:rsidRPr="00C35C95">
        <w:rPr>
          <w:szCs w:val="28"/>
        </w:rPr>
        <w:t xml:space="preserve">Контроль за исполнением решения возложить на председателя </w:t>
      </w:r>
      <w:proofErr w:type="gramStart"/>
      <w:r w:rsidR="0096622C" w:rsidRPr="00C35C95">
        <w:rPr>
          <w:szCs w:val="28"/>
        </w:rPr>
        <w:t>территориальной</w:t>
      </w:r>
      <w:proofErr w:type="gramEnd"/>
      <w:r w:rsidR="0096622C" w:rsidRPr="00C35C95">
        <w:rPr>
          <w:szCs w:val="28"/>
        </w:rPr>
        <w:t xml:space="preserve"> избирательной комиссии Куединского муниципального </w:t>
      </w:r>
      <w:r w:rsidR="00853153" w:rsidRPr="00C35C95">
        <w:rPr>
          <w:szCs w:val="28"/>
        </w:rPr>
        <w:t xml:space="preserve">округа </w:t>
      </w:r>
      <w:proofErr w:type="spellStart"/>
      <w:r w:rsidR="0096622C" w:rsidRPr="00C35C95">
        <w:rPr>
          <w:szCs w:val="28"/>
        </w:rPr>
        <w:t>Клабукова</w:t>
      </w:r>
      <w:proofErr w:type="spellEnd"/>
      <w:r w:rsidR="0096622C" w:rsidRPr="00C35C95">
        <w:rPr>
          <w:szCs w:val="28"/>
        </w:rPr>
        <w:t xml:space="preserve"> С.М.</w:t>
      </w:r>
    </w:p>
    <w:p w:rsidR="0096622C" w:rsidRPr="00F502AF" w:rsidRDefault="0096622C" w:rsidP="00A061AA">
      <w:pPr>
        <w:spacing w:before="120"/>
        <w:jc w:val="both"/>
        <w:rPr>
          <w:szCs w:val="28"/>
        </w:rPr>
      </w:pPr>
    </w:p>
    <w:tbl>
      <w:tblPr>
        <w:tblW w:w="9639" w:type="dxa"/>
        <w:tblLayout w:type="fixed"/>
        <w:tblLook w:val="0000"/>
      </w:tblPr>
      <w:tblGrid>
        <w:gridCol w:w="4127"/>
        <w:gridCol w:w="5512"/>
      </w:tblGrid>
      <w:tr w:rsidR="0096622C" w:rsidRPr="00F502AF" w:rsidTr="00B56F1A">
        <w:tc>
          <w:tcPr>
            <w:tcW w:w="4127" w:type="dxa"/>
          </w:tcPr>
          <w:p w:rsidR="0096622C" w:rsidRPr="00F502AF" w:rsidRDefault="0096622C" w:rsidP="00A061AA">
            <w:pPr>
              <w:spacing w:before="120"/>
              <w:jc w:val="both"/>
              <w:rPr>
                <w:szCs w:val="28"/>
              </w:rPr>
            </w:pPr>
            <w:r w:rsidRPr="00F502AF">
              <w:rPr>
                <w:szCs w:val="28"/>
              </w:rPr>
              <w:t>Председатель комиссии</w:t>
            </w:r>
          </w:p>
        </w:tc>
        <w:tc>
          <w:tcPr>
            <w:tcW w:w="5512" w:type="dxa"/>
            <w:vAlign w:val="bottom"/>
          </w:tcPr>
          <w:p w:rsidR="0096622C" w:rsidRPr="00F502AF" w:rsidRDefault="0096622C" w:rsidP="005124B1">
            <w:pPr>
              <w:spacing w:before="120"/>
              <w:ind w:left="3246"/>
              <w:rPr>
                <w:szCs w:val="28"/>
              </w:rPr>
            </w:pPr>
            <w:r>
              <w:rPr>
                <w:szCs w:val="28"/>
              </w:rPr>
              <w:t xml:space="preserve">С.М. </w:t>
            </w:r>
            <w:proofErr w:type="spellStart"/>
            <w:r>
              <w:rPr>
                <w:szCs w:val="28"/>
              </w:rPr>
              <w:t>Клабуков</w:t>
            </w:r>
            <w:proofErr w:type="spellEnd"/>
          </w:p>
        </w:tc>
      </w:tr>
      <w:tr w:rsidR="0096622C" w:rsidRPr="00F502AF" w:rsidTr="00B56F1A">
        <w:tc>
          <w:tcPr>
            <w:tcW w:w="4127" w:type="dxa"/>
          </w:tcPr>
          <w:p w:rsidR="009B0052" w:rsidRDefault="009B0052" w:rsidP="00A061AA">
            <w:pPr>
              <w:tabs>
                <w:tab w:val="left" w:pos="12474"/>
                <w:tab w:val="left" w:pos="12758"/>
              </w:tabs>
              <w:spacing w:before="120"/>
              <w:ind w:left="735" w:hanging="735"/>
              <w:jc w:val="both"/>
              <w:rPr>
                <w:szCs w:val="28"/>
              </w:rPr>
            </w:pPr>
          </w:p>
          <w:p w:rsidR="0096622C" w:rsidRPr="00F502AF" w:rsidRDefault="0096622C" w:rsidP="00A061AA">
            <w:pPr>
              <w:tabs>
                <w:tab w:val="left" w:pos="12474"/>
                <w:tab w:val="left" w:pos="12758"/>
              </w:tabs>
              <w:spacing w:before="120"/>
              <w:ind w:left="735" w:hanging="735"/>
              <w:jc w:val="both"/>
              <w:rPr>
                <w:szCs w:val="28"/>
              </w:rPr>
            </w:pPr>
            <w:r w:rsidRPr="00F502AF">
              <w:rPr>
                <w:szCs w:val="28"/>
              </w:rPr>
              <w:t>Секретарь комиссии</w:t>
            </w:r>
          </w:p>
        </w:tc>
        <w:tc>
          <w:tcPr>
            <w:tcW w:w="5512" w:type="dxa"/>
            <w:vAlign w:val="bottom"/>
          </w:tcPr>
          <w:p w:rsidR="0096622C" w:rsidRPr="00F502AF" w:rsidRDefault="0096622C" w:rsidP="005124B1">
            <w:pPr>
              <w:spacing w:before="120"/>
              <w:ind w:left="3246"/>
              <w:rPr>
                <w:szCs w:val="28"/>
              </w:rPr>
            </w:pPr>
            <w:r>
              <w:rPr>
                <w:szCs w:val="28"/>
              </w:rPr>
              <w:t>Н.В. Журавлева</w:t>
            </w:r>
          </w:p>
        </w:tc>
      </w:tr>
    </w:tbl>
    <w:p w:rsidR="0096622C" w:rsidRPr="00F502AF" w:rsidRDefault="0096622C" w:rsidP="002C1916">
      <w:pPr>
        <w:tabs>
          <w:tab w:val="left" w:pos="2775"/>
        </w:tabs>
        <w:jc w:val="right"/>
        <w:rPr>
          <w:szCs w:val="28"/>
        </w:rPr>
      </w:pPr>
    </w:p>
    <w:sectPr w:rsidR="0096622C" w:rsidRPr="00F502AF" w:rsidSect="0032428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2639"/>
    <w:multiLevelType w:val="hybridMultilevel"/>
    <w:tmpl w:val="CCCC464C"/>
    <w:lvl w:ilvl="0" w:tplc="7860852E">
      <w:start w:val="1"/>
      <w:numFmt w:val="decimal"/>
      <w:lvlText w:val="%1."/>
      <w:lvlJc w:val="left"/>
      <w:pPr>
        <w:ind w:left="1363" w:hanging="7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">
    <w:nsid w:val="11D71B2A"/>
    <w:multiLevelType w:val="hybridMultilevel"/>
    <w:tmpl w:val="B950E97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71F41BA"/>
    <w:multiLevelType w:val="hybridMultilevel"/>
    <w:tmpl w:val="76285DE0"/>
    <w:lvl w:ilvl="0" w:tplc="C39E1C6C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E17879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F5C8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8B478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6BC24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D009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1285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9C625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727C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49D249C1"/>
    <w:multiLevelType w:val="hybridMultilevel"/>
    <w:tmpl w:val="752A3AC4"/>
    <w:lvl w:ilvl="0" w:tplc="795AF9A2">
      <w:start w:val="2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4">
    <w:nsid w:val="4DC3738C"/>
    <w:multiLevelType w:val="hybridMultilevel"/>
    <w:tmpl w:val="49DE43D8"/>
    <w:lvl w:ilvl="0" w:tplc="04190001">
      <w:start w:val="1"/>
      <w:numFmt w:val="bullet"/>
      <w:lvlText w:val=""/>
      <w:lvlJc w:val="left"/>
      <w:pPr>
        <w:ind w:left="1363" w:hanging="79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5">
    <w:nsid w:val="4F4B27D2"/>
    <w:multiLevelType w:val="hybridMultilevel"/>
    <w:tmpl w:val="57420504"/>
    <w:lvl w:ilvl="0" w:tplc="E654A286">
      <w:start w:val="1"/>
      <w:numFmt w:val="decimal"/>
      <w:lvlText w:val="%1."/>
      <w:lvlJc w:val="left"/>
      <w:pPr>
        <w:ind w:left="8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6">
    <w:nsid w:val="58701544"/>
    <w:multiLevelType w:val="hybridMultilevel"/>
    <w:tmpl w:val="47387D08"/>
    <w:lvl w:ilvl="0" w:tplc="20BAEC9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ACB5695"/>
    <w:multiLevelType w:val="hybridMultilevel"/>
    <w:tmpl w:val="89F8748E"/>
    <w:lvl w:ilvl="0" w:tplc="F482A8E4">
      <w:start w:val="1"/>
      <w:numFmt w:val="decimal"/>
      <w:lvlText w:val="%1."/>
      <w:lvlJc w:val="left"/>
      <w:pPr>
        <w:ind w:left="1725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5E2927D4"/>
    <w:multiLevelType w:val="hybridMultilevel"/>
    <w:tmpl w:val="37C02032"/>
    <w:lvl w:ilvl="0" w:tplc="796E084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  <w:rPr>
        <w:rFonts w:cs="Times New Roman"/>
      </w:rPr>
    </w:lvl>
  </w:abstractNum>
  <w:abstractNum w:abstractNumId="9">
    <w:nsid w:val="6B1E2944"/>
    <w:multiLevelType w:val="hybridMultilevel"/>
    <w:tmpl w:val="69B22A68"/>
    <w:lvl w:ilvl="0" w:tplc="A8AAF2CE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>
    <w:nsid w:val="6C734CE3"/>
    <w:multiLevelType w:val="hybridMultilevel"/>
    <w:tmpl w:val="807CB34A"/>
    <w:lvl w:ilvl="0" w:tplc="A07086B6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7A205FC7"/>
    <w:multiLevelType w:val="multilevel"/>
    <w:tmpl w:val="62E43B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characterSpacingControl w:val="doNotCompress"/>
  <w:compat/>
  <w:rsids>
    <w:rsidRoot w:val="005A4779"/>
    <w:rsid w:val="00004082"/>
    <w:rsid w:val="00010E82"/>
    <w:rsid w:val="00011944"/>
    <w:rsid w:val="00024F3F"/>
    <w:rsid w:val="00025E10"/>
    <w:rsid w:val="000337D7"/>
    <w:rsid w:val="00033A8D"/>
    <w:rsid w:val="00040712"/>
    <w:rsid w:val="00040E08"/>
    <w:rsid w:val="00043EAE"/>
    <w:rsid w:val="00045271"/>
    <w:rsid w:val="000476A0"/>
    <w:rsid w:val="00050246"/>
    <w:rsid w:val="00071E84"/>
    <w:rsid w:val="000A15A1"/>
    <w:rsid w:val="000A4501"/>
    <w:rsid w:val="000B2840"/>
    <w:rsid w:val="000B41DA"/>
    <w:rsid w:val="000B7B0D"/>
    <w:rsid w:val="000C085A"/>
    <w:rsid w:val="000E60F1"/>
    <w:rsid w:val="000E6552"/>
    <w:rsid w:val="00102BD8"/>
    <w:rsid w:val="00107517"/>
    <w:rsid w:val="0012044E"/>
    <w:rsid w:val="00136666"/>
    <w:rsid w:val="0014005F"/>
    <w:rsid w:val="00141E87"/>
    <w:rsid w:val="00150D5E"/>
    <w:rsid w:val="00154BC8"/>
    <w:rsid w:val="00156D76"/>
    <w:rsid w:val="00165817"/>
    <w:rsid w:val="00167BE6"/>
    <w:rsid w:val="001701B5"/>
    <w:rsid w:val="00171B98"/>
    <w:rsid w:val="001829CA"/>
    <w:rsid w:val="00195A10"/>
    <w:rsid w:val="00195F92"/>
    <w:rsid w:val="001A5598"/>
    <w:rsid w:val="001B1559"/>
    <w:rsid w:val="001C3B09"/>
    <w:rsid w:val="001D0062"/>
    <w:rsid w:val="001E349F"/>
    <w:rsid w:val="001E7EF4"/>
    <w:rsid w:val="0020090B"/>
    <w:rsid w:val="002028D3"/>
    <w:rsid w:val="002125A4"/>
    <w:rsid w:val="00230779"/>
    <w:rsid w:val="00234F31"/>
    <w:rsid w:val="00236E8C"/>
    <w:rsid w:val="0024465A"/>
    <w:rsid w:val="00252BEE"/>
    <w:rsid w:val="002626FA"/>
    <w:rsid w:val="002671C3"/>
    <w:rsid w:val="002A45CA"/>
    <w:rsid w:val="002B0D28"/>
    <w:rsid w:val="002C1916"/>
    <w:rsid w:val="002D2DDE"/>
    <w:rsid w:val="002D4332"/>
    <w:rsid w:val="002E0834"/>
    <w:rsid w:val="002E7463"/>
    <w:rsid w:val="002E76B9"/>
    <w:rsid w:val="002F057F"/>
    <w:rsid w:val="00303E4B"/>
    <w:rsid w:val="00304011"/>
    <w:rsid w:val="003147D7"/>
    <w:rsid w:val="00314E0A"/>
    <w:rsid w:val="00323715"/>
    <w:rsid w:val="00323D73"/>
    <w:rsid w:val="00324283"/>
    <w:rsid w:val="00327E50"/>
    <w:rsid w:val="003356E1"/>
    <w:rsid w:val="00352C4F"/>
    <w:rsid w:val="003554D4"/>
    <w:rsid w:val="00362798"/>
    <w:rsid w:val="00363C5D"/>
    <w:rsid w:val="0036751A"/>
    <w:rsid w:val="00370705"/>
    <w:rsid w:val="003736B3"/>
    <w:rsid w:val="00394B2E"/>
    <w:rsid w:val="003A595E"/>
    <w:rsid w:val="003B5CB8"/>
    <w:rsid w:val="003C4C11"/>
    <w:rsid w:val="003D59F7"/>
    <w:rsid w:val="003E0569"/>
    <w:rsid w:val="003E1531"/>
    <w:rsid w:val="003E1988"/>
    <w:rsid w:val="004020C3"/>
    <w:rsid w:val="00421AB2"/>
    <w:rsid w:val="00425E2D"/>
    <w:rsid w:val="004403D8"/>
    <w:rsid w:val="00443EA7"/>
    <w:rsid w:val="00451804"/>
    <w:rsid w:val="00461C38"/>
    <w:rsid w:val="00474596"/>
    <w:rsid w:val="00481098"/>
    <w:rsid w:val="004835C7"/>
    <w:rsid w:val="00485F3A"/>
    <w:rsid w:val="00491083"/>
    <w:rsid w:val="00493BBC"/>
    <w:rsid w:val="004A26F8"/>
    <w:rsid w:val="004C5A4F"/>
    <w:rsid w:val="004D73D8"/>
    <w:rsid w:val="004F54D0"/>
    <w:rsid w:val="00501425"/>
    <w:rsid w:val="005077B3"/>
    <w:rsid w:val="005124B1"/>
    <w:rsid w:val="00513C8E"/>
    <w:rsid w:val="00517FEE"/>
    <w:rsid w:val="00520227"/>
    <w:rsid w:val="00523619"/>
    <w:rsid w:val="00562ECA"/>
    <w:rsid w:val="00565358"/>
    <w:rsid w:val="005772C8"/>
    <w:rsid w:val="00580919"/>
    <w:rsid w:val="00582737"/>
    <w:rsid w:val="00585F10"/>
    <w:rsid w:val="00593ABF"/>
    <w:rsid w:val="0059544E"/>
    <w:rsid w:val="005A4779"/>
    <w:rsid w:val="005A59EA"/>
    <w:rsid w:val="005B38D7"/>
    <w:rsid w:val="005C713B"/>
    <w:rsid w:val="005F2CA9"/>
    <w:rsid w:val="00620007"/>
    <w:rsid w:val="006209A5"/>
    <w:rsid w:val="00623628"/>
    <w:rsid w:val="006460D2"/>
    <w:rsid w:val="0064642D"/>
    <w:rsid w:val="006631FF"/>
    <w:rsid w:val="00681751"/>
    <w:rsid w:val="00694EC5"/>
    <w:rsid w:val="006B4071"/>
    <w:rsid w:val="006B7F4E"/>
    <w:rsid w:val="006D2287"/>
    <w:rsid w:val="006D5669"/>
    <w:rsid w:val="006E6167"/>
    <w:rsid w:val="006F1DD2"/>
    <w:rsid w:val="006F5C9D"/>
    <w:rsid w:val="00700905"/>
    <w:rsid w:val="0071717F"/>
    <w:rsid w:val="00730401"/>
    <w:rsid w:val="007304D1"/>
    <w:rsid w:val="00744136"/>
    <w:rsid w:val="00744FD3"/>
    <w:rsid w:val="007534EE"/>
    <w:rsid w:val="00767D0F"/>
    <w:rsid w:val="00774E9A"/>
    <w:rsid w:val="007832D8"/>
    <w:rsid w:val="00795C63"/>
    <w:rsid w:val="007C5CF9"/>
    <w:rsid w:val="007C6A42"/>
    <w:rsid w:val="007D0946"/>
    <w:rsid w:val="007D09D3"/>
    <w:rsid w:val="007D3401"/>
    <w:rsid w:val="007D5527"/>
    <w:rsid w:val="007E0114"/>
    <w:rsid w:val="007E7136"/>
    <w:rsid w:val="00810C26"/>
    <w:rsid w:val="0082737D"/>
    <w:rsid w:val="008311B4"/>
    <w:rsid w:val="0083787A"/>
    <w:rsid w:val="00842406"/>
    <w:rsid w:val="00853153"/>
    <w:rsid w:val="0086026E"/>
    <w:rsid w:val="00865042"/>
    <w:rsid w:val="00876A50"/>
    <w:rsid w:val="00877FE8"/>
    <w:rsid w:val="008804D3"/>
    <w:rsid w:val="00885D5E"/>
    <w:rsid w:val="0088778B"/>
    <w:rsid w:val="008902D3"/>
    <w:rsid w:val="00894E48"/>
    <w:rsid w:val="008969AA"/>
    <w:rsid w:val="008B4739"/>
    <w:rsid w:val="008B5ED6"/>
    <w:rsid w:val="008E6727"/>
    <w:rsid w:val="008F0133"/>
    <w:rsid w:val="008F7B58"/>
    <w:rsid w:val="00901C4F"/>
    <w:rsid w:val="0090435B"/>
    <w:rsid w:val="00914BB6"/>
    <w:rsid w:val="00917D11"/>
    <w:rsid w:val="0094175A"/>
    <w:rsid w:val="0094798F"/>
    <w:rsid w:val="00956CC3"/>
    <w:rsid w:val="00960FED"/>
    <w:rsid w:val="0096622C"/>
    <w:rsid w:val="00971AF2"/>
    <w:rsid w:val="00972DF2"/>
    <w:rsid w:val="00972DFC"/>
    <w:rsid w:val="00974C7E"/>
    <w:rsid w:val="00980A09"/>
    <w:rsid w:val="00986464"/>
    <w:rsid w:val="00994C9B"/>
    <w:rsid w:val="009B0052"/>
    <w:rsid w:val="009B4FFF"/>
    <w:rsid w:val="009C54FF"/>
    <w:rsid w:val="009C60ED"/>
    <w:rsid w:val="009D26F9"/>
    <w:rsid w:val="009D4591"/>
    <w:rsid w:val="009E27DB"/>
    <w:rsid w:val="00A026F2"/>
    <w:rsid w:val="00A02ADB"/>
    <w:rsid w:val="00A061AA"/>
    <w:rsid w:val="00A10C6B"/>
    <w:rsid w:val="00A14257"/>
    <w:rsid w:val="00A17DD1"/>
    <w:rsid w:val="00A35768"/>
    <w:rsid w:val="00A4095D"/>
    <w:rsid w:val="00A414ED"/>
    <w:rsid w:val="00A42AD0"/>
    <w:rsid w:val="00A700DD"/>
    <w:rsid w:val="00A71C17"/>
    <w:rsid w:val="00A7217C"/>
    <w:rsid w:val="00A74436"/>
    <w:rsid w:val="00A77DBD"/>
    <w:rsid w:val="00A8043E"/>
    <w:rsid w:val="00AA6EB7"/>
    <w:rsid w:val="00AA6FF9"/>
    <w:rsid w:val="00AB01A2"/>
    <w:rsid w:val="00AC3257"/>
    <w:rsid w:val="00AC4676"/>
    <w:rsid w:val="00AE0081"/>
    <w:rsid w:val="00AF3713"/>
    <w:rsid w:val="00B04922"/>
    <w:rsid w:val="00B22840"/>
    <w:rsid w:val="00B22E2C"/>
    <w:rsid w:val="00B32112"/>
    <w:rsid w:val="00B3330D"/>
    <w:rsid w:val="00B56F1A"/>
    <w:rsid w:val="00B61A85"/>
    <w:rsid w:val="00B726FC"/>
    <w:rsid w:val="00B73069"/>
    <w:rsid w:val="00B76E74"/>
    <w:rsid w:val="00BA1039"/>
    <w:rsid w:val="00BA3C19"/>
    <w:rsid w:val="00BC0F18"/>
    <w:rsid w:val="00BC284B"/>
    <w:rsid w:val="00BC3866"/>
    <w:rsid w:val="00BC3F03"/>
    <w:rsid w:val="00BC744E"/>
    <w:rsid w:val="00BD5CC2"/>
    <w:rsid w:val="00BF75A2"/>
    <w:rsid w:val="00C041FA"/>
    <w:rsid w:val="00C05694"/>
    <w:rsid w:val="00C100D6"/>
    <w:rsid w:val="00C14C1E"/>
    <w:rsid w:val="00C35C95"/>
    <w:rsid w:val="00C600F8"/>
    <w:rsid w:val="00C658DF"/>
    <w:rsid w:val="00C74B37"/>
    <w:rsid w:val="00C91290"/>
    <w:rsid w:val="00CA3A16"/>
    <w:rsid w:val="00CB18B1"/>
    <w:rsid w:val="00CD3E3E"/>
    <w:rsid w:val="00CE0ACC"/>
    <w:rsid w:val="00CE771F"/>
    <w:rsid w:val="00CF352E"/>
    <w:rsid w:val="00D003D6"/>
    <w:rsid w:val="00D015CA"/>
    <w:rsid w:val="00D01D21"/>
    <w:rsid w:val="00D02D5F"/>
    <w:rsid w:val="00D21A9B"/>
    <w:rsid w:val="00D25F35"/>
    <w:rsid w:val="00D31A68"/>
    <w:rsid w:val="00D36A2E"/>
    <w:rsid w:val="00D57AEA"/>
    <w:rsid w:val="00D609D6"/>
    <w:rsid w:val="00D65E7B"/>
    <w:rsid w:val="00D81686"/>
    <w:rsid w:val="00D81A29"/>
    <w:rsid w:val="00D81BF5"/>
    <w:rsid w:val="00D8697F"/>
    <w:rsid w:val="00D93E7E"/>
    <w:rsid w:val="00DA06D4"/>
    <w:rsid w:val="00DA281F"/>
    <w:rsid w:val="00DA30C8"/>
    <w:rsid w:val="00DA5BE9"/>
    <w:rsid w:val="00DC1D11"/>
    <w:rsid w:val="00DC3001"/>
    <w:rsid w:val="00DC3040"/>
    <w:rsid w:val="00DD092A"/>
    <w:rsid w:val="00DF2A53"/>
    <w:rsid w:val="00DF3246"/>
    <w:rsid w:val="00DF5A4E"/>
    <w:rsid w:val="00DF691D"/>
    <w:rsid w:val="00E00AC3"/>
    <w:rsid w:val="00E07B19"/>
    <w:rsid w:val="00E13486"/>
    <w:rsid w:val="00E13638"/>
    <w:rsid w:val="00E27863"/>
    <w:rsid w:val="00E30699"/>
    <w:rsid w:val="00E4189B"/>
    <w:rsid w:val="00E46459"/>
    <w:rsid w:val="00E52AAA"/>
    <w:rsid w:val="00E60DB0"/>
    <w:rsid w:val="00E70D70"/>
    <w:rsid w:val="00E74CE1"/>
    <w:rsid w:val="00E75849"/>
    <w:rsid w:val="00E806F9"/>
    <w:rsid w:val="00EA1FFD"/>
    <w:rsid w:val="00EA5FCA"/>
    <w:rsid w:val="00EB3EF1"/>
    <w:rsid w:val="00EB64E5"/>
    <w:rsid w:val="00EC00BB"/>
    <w:rsid w:val="00EC0E45"/>
    <w:rsid w:val="00EC7B70"/>
    <w:rsid w:val="00ED1DE1"/>
    <w:rsid w:val="00ED2FF7"/>
    <w:rsid w:val="00EE1772"/>
    <w:rsid w:val="00EE2904"/>
    <w:rsid w:val="00EE7005"/>
    <w:rsid w:val="00EF0763"/>
    <w:rsid w:val="00F036EB"/>
    <w:rsid w:val="00F10AFC"/>
    <w:rsid w:val="00F14B0B"/>
    <w:rsid w:val="00F15CEA"/>
    <w:rsid w:val="00F31525"/>
    <w:rsid w:val="00F42061"/>
    <w:rsid w:val="00F45345"/>
    <w:rsid w:val="00F502AF"/>
    <w:rsid w:val="00F5482B"/>
    <w:rsid w:val="00F648DB"/>
    <w:rsid w:val="00F75DB2"/>
    <w:rsid w:val="00F761EC"/>
    <w:rsid w:val="00F81568"/>
    <w:rsid w:val="00F82E19"/>
    <w:rsid w:val="00F85E0F"/>
    <w:rsid w:val="00FB1383"/>
    <w:rsid w:val="00FC2514"/>
    <w:rsid w:val="00FC3FF3"/>
    <w:rsid w:val="00FC497E"/>
    <w:rsid w:val="00FD0CDF"/>
    <w:rsid w:val="00FD13E5"/>
    <w:rsid w:val="00FD6A2A"/>
    <w:rsid w:val="00FE0CA4"/>
    <w:rsid w:val="00FE2C55"/>
    <w:rsid w:val="00FE3EB4"/>
    <w:rsid w:val="00FF1A19"/>
    <w:rsid w:val="00FF5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5C7"/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50D5E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5809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8091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14E0A"/>
    <w:pPr>
      <w:ind w:left="720"/>
      <w:contextualSpacing/>
    </w:pPr>
  </w:style>
  <w:style w:type="paragraph" w:styleId="a7">
    <w:name w:val="Title"/>
    <w:basedOn w:val="a"/>
    <w:next w:val="a"/>
    <w:link w:val="a8"/>
    <w:uiPriority w:val="99"/>
    <w:qFormat/>
    <w:rsid w:val="00A10C6B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99"/>
    <w:locked/>
    <w:rsid w:val="00A10C6B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a9">
    <w:name w:val="Заголовок к тексту"/>
    <w:basedOn w:val="a"/>
    <w:next w:val="aa"/>
    <w:uiPriority w:val="99"/>
    <w:rsid w:val="00362798"/>
    <w:pPr>
      <w:suppressAutoHyphens/>
      <w:spacing w:after="480" w:line="240" w:lineRule="exact"/>
    </w:pPr>
    <w:rPr>
      <w:b/>
    </w:rPr>
  </w:style>
  <w:style w:type="paragraph" w:styleId="aa">
    <w:name w:val="Body Text"/>
    <w:basedOn w:val="a"/>
    <w:link w:val="ab"/>
    <w:uiPriority w:val="99"/>
    <w:semiHidden/>
    <w:rsid w:val="00362798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362798"/>
    <w:rPr>
      <w:rFonts w:cs="Times New Roman"/>
      <w:sz w:val="28"/>
    </w:rPr>
  </w:style>
  <w:style w:type="paragraph" w:customStyle="1" w:styleId="ac">
    <w:name w:val="Знак Знак Знак Знак"/>
    <w:basedOn w:val="a"/>
    <w:uiPriority w:val="99"/>
    <w:rsid w:val="00493BB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2">
    <w:name w:val="Основной текст (2)_"/>
    <w:basedOn w:val="a0"/>
    <w:link w:val="20"/>
    <w:uiPriority w:val="99"/>
    <w:locked/>
    <w:rsid w:val="00491083"/>
    <w:rPr>
      <w:rFonts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91083"/>
    <w:pPr>
      <w:widowControl w:val="0"/>
      <w:shd w:val="clear" w:color="auto" w:fill="FFFFFF"/>
      <w:spacing w:after="300" w:line="322" w:lineRule="exac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119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Kadry\259200072877\&#1089;&#1086;&#1089;&#1090;&#1072;&#1074;%20&#1059;&#1048;&#1050;%2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состав УИК 3.dot</Template>
  <TotalTime>4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cp:lastPrinted>2020-09-12T06:44:00Z</cp:lastPrinted>
  <dcterms:created xsi:type="dcterms:W3CDTF">2021-02-24T06:40:00Z</dcterms:created>
  <dcterms:modified xsi:type="dcterms:W3CDTF">2021-02-24T06:40:00Z</dcterms:modified>
</cp:coreProperties>
</file>